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DBB" w:rsidRDefault="00042DBB" w:rsidP="00932B15">
      <w:pPr>
        <w:jc w:val="center"/>
        <w:rPr>
          <w:b/>
        </w:rPr>
      </w:pPr>
      <w:r>
        <w:rPr>
          <w:b/>
        </w:rPr>
        <w:t>ЗАКОН УЛЬЯНОВСКОЙ ОБЛАСТИ</w:t>
      </w:r>
    </w:p>
    <w:p w:rsidR="00042DBB" w:rsidRDefault="00042DBB" w:rsidP="00110430"/>
    <w:p w:rsidR="00042DBB" w:rsidRDefault="00042DBB" w:rsidP="00110430"/>
    <w:p w:rsidR="00042DBB" w:rsidRDefault="00042DBB" w:rsidP="00110430"/>
    <w:p w:rsidR="00042DBB" w:rsidRDefault="00042DBB" w:rsidP="00110430"/>
    <w:p w:rsidR="00042DBB" w:rsidRDefault="00042DBB" w:rsidP="00110430"/>
    <w:p w:rsidR="00042DBB" w:rsidRDefault="00042DBB" w:rsidP="00110430"/>
    <w:p w:rsidR="00042DBB" w:rsidRDefault="00042DBB" w:rsidP="00110430">
      <w:pPr>
        <w:jc w:val="center"/>
        <w:rPr>
          <w:b/>
        </w:rPr>
      </w:pPr>
      <w:r w:rsidRPr="00BF40ED">
        <w:rPr>
          <w:b/>
        </w:rPr>
        <w:t xml:space="preserve">О внесении изменений в </w:t>
      </w:r>
      <w:r>
        <w:rPr>
          <w:b/>
        </w:rPr>
        <w:t>статью 6</w:t>
      </w:r>
      <w:r>
        <w:rPr>
          <w:b/>
          <w:vertAlign w:val="superscript"/>
        </w:rPr>
        <w:t>1</w:t>
      </w:r>
      <w:r>
        <w:rPr>
          <w:b/>
        </w:rPr>
        <w:t xml:space="preserve"> </w:t>
      </w:r>
      <w:r w:rsidRPr="00BF40ED">
        <w:rPr>
          <w:b/>
        </w:rPr>
        <w:t>Закон</w:t>
      </w:r>
      <w:r>
        <w:rPr>
          <w:b/>
        </w:rPr>
        <w:t>а</w:t>
      </w:r>
      <w:r w:rsidRPr="00BF40ED">
        <w:rPr>
          <w:b/>
        </w:rPr>
        <w:t xml:space="preserve"> Ульяновской области </w:t>
      </w:r>
    </w:p>
    <w:p w:rsidR="00042DBB" w:rsidRPr="00BF40ED" w:rsidRDefault="00042DBB" w:rsidP="00110430">
      <w:pPr>
        <w:jc w:val="center"/>
        <w:rPr>
          <w:b/>
        </w:rPr>
      </w:pPr>
      <w:r w:rsidRPr="00BF40ED">
        <w:rPr>
          <w:b/>
        </w:rPr>
        <w:t>«О статусе депутата Законодательного Собрания</w:t>
      </w:r>
      <w:r>
        <w:rPr>
          <w:b/>
        </w:rPr>
        <w:t xml:space="preserve"> </w:t>
      </w:r>
      <w:r w:rsidRPr="00BF40ED">
        <w:rPr>
          <w:b/>
        </w:rPr>
        <w:t>Ульяновской области»</w:t>
      </w:r>
    </w:p>
    <w:p w:rsidR="00042DBB" w:rsidRDefault="00042DBB" w:rsidP="00110430"/>
    <w:p w:rsidR="00042DBB" w:rsidRDefault="00042DBB" w:rsidP="00110430"/>
    <w:p w:rsidR="00042DBB" w:rsidRDefault="00042DBB" w:rsidP="00F057AD">
      <w:pPr>
        <w:jc w:val="center"/>
        <w:rPr>
          <w:sz w:val="24"/>
          <w:szCs w:val="24"/>
        </w:rPr>
      </w:pPr>
      <w:r>
        <w:rPr>
          <w:sz w:val="24"/>
          <w:szCs w:val="24"/>
        </w:rPr>
        <w:t>Принят Законодательным Собранием Ульяновской области 25 августа 2016 года</w:t>
      </w:r>
    </w:p>
    <w:p w:rsidR="00042DBB" w:rsidRDefault="00042DBB" w:rsidP="00110430"/>
    <w:p w:rsidR="00042DBB" w:rsidRDefault="00042DBB" w:rsidP="00110430"/>
    <w:p w:rsidR="00042DBB" w:rsidRDefault="00042DBB" w:rsidP="00110430"/>
    <w:p w:rsidR="00042DBB" w:rsidRDefault="00042DBB" w:rsidP="00110430">
      <w:pPr>
        <w:spacing w:line="360" w:lineRule="auto"/>
        <w:ind w:firstLine="697"/>
        <w:jc w:val="both"/>
      </w:pPr>
      <w:r w:rsidRPr="008A3876">
        <w:t xml:space="preserve">Внести в </w:t>
      </w:r>
      <w:r>
        <w:t>статью 6</w:t>
      </w:r>
      <w:r>
        <w:rPr>
          <w:vertAlign w:val="superscript"/>
        </w:rPr>
        <w:t>1</w:t>
      </w:r>
      <w:r>
        <w:t xml:space="preserve"> </w:t>
      </w:r>
      <w:r w:rsidRPr="008A3876">
        <w:t>Закон</w:t>
      </w:r>
      <w:r>
        <w:t>а</w:t>
      </w:r>
      <w:r w:rsidRPr="008A3876">
        <w:t xml:space="preserve"> Ульяновской</w:t>
      </w:r>
      <w:r>
        <w:t xml:space="preserve"> области от 7 октября 2002 года              </w:t>
      </w:r>
      <w:r w:rsidRPr="008A3876">
        <w:t>№ 045-ЗО «О статусе депутата Законодательного Собрания Ульяновской области» («Народная газета» от 09.10.2002 № 144;</w:t>
      </w:r>
      <w:r>
        <w:t xml:space="preserve"> от 10.01.2003 № 2;                             </w:t>
      </w:r>
      <w:r w:rsidRPr="008A3876">
        <w:t>от 18.03.2003 № 28; от 05.09.2003 № 104; от 16.09.2003 № 108; от 04.02.2004</w:t>
      </w:r>
      <w:r>
        <w:t xml:space="preserve">                  </w:t>
      </w:r>
      <w:r w:rsidRPr="008A3876">
        <w:t xml:space="preserve">№ 13; от 10.05.2004 </w:t>
      </w:r>
      <w:r>
        <w:t>№</w:t>
      </w:r>
      <w:r w:rsidRPr="008A3876">
        <w:t xml:space="preserve"> 49; от 03.12.2004 № 136; «Ульяновская правда» </w:t>
      </w:r>
      <w:r>
        <w:t xml:space="preserve">                         </w:t>
      </w:r>
      <w:r w:rsidRPr="008A3876">
        <w:t>от 17.06.2005</w:t>
      </w:r>
      <w:r>
        <w:t xml:space="preserve"> </w:t>
      </w:r>
      <w:r w:rsidRPr="008A3876">
        <w:t xml:space="preserve">№ 61; от 08.11.2005 № 103-104; от 01.02.2006 № 7; от 17.05.2006 </w:t>
      </w:r>
      <w:r>
        <w:t xml:space="preserve">              </w:t>
      </w:r>
      <w:r w:rsidRPr="008A3876">
        <w:t xml:space="preserve">№ 35; от 31.01.2007 № 8; от 11.04.2007 № 30; от 09.06.2007 № 47; от 26.12.2007 </w:t>
      </w:r>
      <w:r>
        <w:t xml:space="preserve">           </w:t>
      </w:r>
      <w:r w:rsidRPr="008A3876">
        <w:t>№ 111; от 28.03.2008 № 28; от 23.04.2008 № 35; от 23.05.2008 № 42; от 26.11.2008 № 96; от 06.03.2009 № 17; от 24.07.2009 № 60; от 05.08.2009 № 63; от 12.05.2010 № 35-36; от 13.10.2010 № 84; от 04.02.2011 № 12-13;</w:t>
      </w:r>
      <w:r>
        <w:t xml:space="preserve"> </w:t>
      </w:r>
      <w:r w:rsidRPr="008A3876">
        <w:t xml:space="preserve">от 12.10.2011 № 115; </w:t>
      </w:r>
      <w:r>
        <w:t xml:space="preserve">                   </w:t>
      </w:r>
      <w:r w:rsidRPr="008A3876">
        <w:t>от 28.12.2011 № 147; от 06.04.2012 № 36; от 28.12.2012 № 146; от 08.02.2013 № 14; от 07.09.2013 № 109; от 04.</w:t>
      </w:r>
      <w:r>
        <w:t>10</w:t>
      </w:r>
      <w:r w:rsidRPr="008A3876">
        <w:t>.2013 № 124; от 08.11.2013</w:t>
      </w:r>
      <w:r>
        <w:t xml:space="preserve"> </w:t>
      </w:r>
      <w:r w:rsidRPr="008A3876">
        <w:t>№ 143</w:t>
      </w:r>
      <w:r>
        <w:t>; от 11.03.2014               № 34; от 10.07.2014 № 98; от 06.04.2015 № 44; от 04.02.2016 № 14; от 06.06.2016 № 75-76</w:t>
      </w:r>
      <w:r w:rsidRPr="008A3876">
        <w:t xml:space="preserve">) </w:t>
      </w:r>
      <w:r>
        <w:t>следующие изменения:</w:t>
      </w:r>
    </w:p>
    <w:p w:rsidR="00042DBB" w:rsidRDefault="00042DBB" w:rsidP="00110430">
      <w:pPr>
        <w:spacing w:line="360" w:lineRule="auto"/>
        <w:ind w:firstLine="697"/>
        <w:jc w:val="both"/>
      </w:pPr>
      <w:r>
        <w:t>1) в подпункте 1 пункта 4 слова «, и депутатов, избранных в составе каждого списка кандидатов, которому передан депутатский мандат                            в соответствии со статьёй 74 Закона Ульяновской области от 20 июля 2012 года         № 102-ЗО «О выборах депутатов Законодательного Собрания Ульяновской области» (далее – Закон Ульяновской области «О выборах депутатов Законодательного Собрания Ульяновской области»)» исключить;</w:t>
      </w:r>
    </w:p>
    <w:p w:rsidR="00042DBB" w:rsidRDefault="00042DBB" w:rsidP="00110430">
      <w:pPr>
        <w:spacing w:line="360" w:lineRule="auto"/>
        <w:ind w:firstLine="697"/>
        <w:jc w:val="both"/>
      </w:pPr>
      <w:r>
        <w:t>2) в пункте 5 слова «, и депутата, избранного в составе каждого списка кандидатов, которому передан депутатский мандат в соответствии со статьёй 74 Закона Ульяновской области «О выборах депутатов Законодательного Собрания Ульяновской области» исключить.</w:t>
      </w:r>
    </w:p>
    <w:p w:rsidR="00042DBB" w:rsidRDefault="00042DBB" w:rsidP="00F057AD">
      <w:pPr>
        <w:ind w:firstLine="697"/>
        <w:jc w:val="both"/>
      </w:pPr>
    </w:p>
    <w:p w:rsidR="00042DBB" w:rsidRDefault="00042DBB" w:rsidP="00F057AD">
      <w:pPr>
        <w:ind w:firstLine="697"/>
        <w:jc w:val="both"/>
      </w:pPr>
      <w:r>
        <w:t xml:space="preserve"> </w:t>
      </w:r>
    </w:p>
    <w:p w:rsidR="00042DBB" w:rsidRDefault="00042DBB" w:rsidP="00F057AD">
      <w:pPr>
        <w:ind w:firstLine="697"/>
        <w:jc w:val="both"/>
      </w:pPr>
    </w:p>
    <w:tbl>
      <w:tblPr>
        <w:tblW w:w="10008" w:type="dxa"/>
        <w:tblLook w:val="01E0"/>
      </w:tblPr>
      <w:tblGrid>
        <w:gridCol w:w="5008"/>
        <w:gridCol w:w="5000"/>
      </w:tblGrid>
      <w:tr w:rsidR="00042DBB" w:rsidTr="00F057AD">
        <w:tc>
          <w:tcPr>
            <w:tcW w:w="5008" w:type="dxa"/>
          </w:tcPr>
          <w:p w:rsidR="00042DBB" w:rsidRPr="00C51D2D" w:rsidRDefault="00042DBB" w:rsidP="00D63D37">
            <w:pPr>
              <w:rPr>
                <w:b/>
              </w:rPr>
            </w:pPr>
            <w:r w:rsidRPr="00C51D2D">
              <w:rPr>
                <w:b/>
              </w:rPr>
              <w:t>Временно исполняющий обязанности</w:t>
            </w:r>
          </w:p>
          <w:p w:rsidR="00042DBB" w:rsidRDefault="00042DBB" w:rsidP="00D63D37">
            <w:r w:rsidRPr="00C51D2D">
              <w:rPr>
                <w:b/>
              </w:rPr>
              <w:t>Губернатора Ульяновской области</w:t>
            </w:r>
            <w:r>
              <w:t xml:space="preserve"> </w:t>
            </w:r>
          </w:p>
        </w:tc>
        <w:tc>
          <w:tcPr>
            <w:tcW w:w="5000" w:type="dxa"/>
          </w:tcPr>
          <w:p w:rsidR="00042DBB" w:rsidRDefault="00042DBB" w:rsidP="00D63D37"/>
          <w:p w:rsidR="00042DBB" w:rsidRPr="00C51D2D" w:rsidRDefault="00042DBB" w:rsidP="00C51D2D">
            <w:pPr>
              <w:jc w:val="right"/>
              <w:rPr>
                <w:b/>
              </w:rPr>
            </w:pPr>
            <w:r w:rsidRPr="00C51D2D">
              <w:rPr>
                <w:b/>
              </w:rPr>
              <w:t>С.И.Морозов</w:t>
            </w:r>
          </w:p>
        </w:tc>
      </w:tr>
    </w:tbl>
    <w:p w:rsidR="00042DBB" w:rsidRDefault="00042DBB" w:rsidP="00110430"/>
    <w:p w:rsidR="00042DBB" w:rsidRDefault="00042DBB" w:rsidP="00110430"/>
    <w:p w:rsidR="00042DBB" w:rsidRPr="00631845" w:rsidRDefault="00042DBB" w:rsidP="00110430">
      <w:pPr>
        <w:jc w:val="center"/>
      </w:pPr>
      <w:r w:rsidRPr="00631845">
        <w:t>г. Ульяновск</w:t>
      </w:r>
    </w:p>
    <w:p w:rsidR="00042DBB" w:rsidRPr="00631845" w:rsidRDefault="00042DBB" w:rsidP="00110430">
      <w:pPr>
        <w:jc w:val="center"/>
      </w:pPr>
      <w:r>
        <w:t>31 августа</w:t>
      </w:r>
      <w:r w:rsidRPr="00631845">
        <w:t xml:space="preserve"> </w:t>
      </w:r>
      <w:smartTag w:uri="urn:schemas-microsoft-com:office:smarttags" w:element="metricconverter">
        <w:smartTagPr>
          <w:attr w:name="ProductID" w:val="2016 г"/>
        </w:smartTagPr>
        <w:r w:rsidRPr="00631845">
          <w:t>201</w:t>
        </w:r>
        <w:r>
          <w:t>6</w:t>
        </w:r>
        <w:r w:rsidRPr="00631845">
          <w:t xml:space="preserve"> г</w:t>
        </w:r>
      </w:smartTag>
      <w:r w:rsidRPr="00631845">
        <w:t>.</w:t>
      </w:r>
    </w:p>
    <w:p w:rsidR="00042DBB" w:rsidRDefault="00042DBB" w:rsidP="00110430">
      <w:pPr>
        <w:jc w:val="center"/>
      </w:pPr>
      <w:r w:rsidRPr="00631845">
        <w:t xml:space="preserve">№ </w:t>
      </w:r>
      <w:r>
        <w:t>111</w:t>
      </w:r>
      <w:r w:rsidRPr="00631845">
        <w:t>-ЗО</w:t>
      </w:r>
    </w:p>
    <w:p w:rsidR="00042DBB" w:rsidRDefault="00042DBB" w:rsidP="00110430"/>
    <w:p w:rsidR="00042DBB" w:rsidRDefault="00042DBB"/>
    <w:sectPr w:rsidR="00042DBB" w:rsidSect="00F057AD">
      <w:headerReference w:type="even" r:id="rId6"/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2DBB" w:rsidRDefault="00042DBB">
      <w:r>
        <w:separator/>
      </w:r>
    </w:p>
  </w:endnote>
  <w:endnote w:type="continuationSeparator" w:id="0">
    <w:p w:rsidR="00042DBB" w:rsidRDefault="00042D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2DBB" w:rsidRDefault="00042DBB">
      <w:r>
        <w:separator/>
      </w:r>
    </w:p>
  </w:footnote>
  <w:footnote w:type="continuationSeparator" w:id="0">
    <w:p w:rsidR="00042DBB" w:rsidRDefault="00042D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DBB" w:rsidRDefault="00042DBB" w:rsidP="00D1596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42DBB" w:rsidRDefault="00042DB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DBB" w:rsidRDefault="00042DBB" w:rsidP="00D1596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042DBB" w:rsidRDefault="00042DB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0430"/>
    <w:rsid w:val="00042DBB"/>
    <w:rsid w:val="00110430"/>
    <w:rsid w:val="00370A66"/>
    <w:rsid w:val="00383A47"/>
    <w:rsid w:val="006220A6"/>
    <w:rsid w:val="00631845"/>
    <w:rsid w:val="008A3876"/>
    <w:rsid w:val="008C4176"/>
    <w:rsid w:val="00932B15"/>
    <w:rsid w:val="00960A93"/>
    <w:rsid w:val="00A563D9"/>
    <w:rsid w:val="00B24BD6"/>
    <w:rsid w:val="00BE2530"/>
    <w:rsid w:val="00BF40ED"/>
    <w:rsid w:val="00C51D2D"/>
    <w:rsid w:val="00D1596C"/>
    <w:rsid w:val="00D63D37"/>
    <w:rsid w:val="00F057AD"/>
    <w:rsid w:val="00F47AE2"/>
    <w:rsid w:val="00F81D32"/>
    <w:rsid w:val="00FB7D00"/>
    <w:rsid w:val="00FC67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430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10430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F057A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Times New Roman" w:hAnsi="Times New Roman" w:cs="Times New Roman"/>
      <w:sz w:val="28"/>
      <w:szCs w:val="28"/>
    </w:rPr>
  </w:style>
  <w:style w:type="character" w:styleId="PageNumber">
    <w:name w:val="page number"/>
    <w:basedOn w:val="DefaultParagraphFont"/>
    <w:uiPriority w:val="99"/>
    <w:rsid w:val="00F057AD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C67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9074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4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2</Pages>
  <Words>329</Words>
  <Characters>1878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cp:lastPrinted>2016-08-24T13:38:00Z</cp:lastPrinted>
  <dcterms:created xsi:type="dcterms:W3CDTF">2016-06-29T07:51:00Z</dcterms:created>
  <dcterms:modified xsi:type="dcterms:W3CDTF">2016-09-09T10:37:00Z</dcterms:modified>
</cp:coreProperties>
</file>